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6467A" w14:textId="6FC858CB" w:rsidR="006706FC" w:rsidRPr="0008490D" w:rsidRDefault="00574B20" w:rsidP="00D7424C">
      <w:pPr>
        <w:pStyle w:val="NoSpacing"/>
        <w:jc w:val="center"/>
        <w:rPr>
          <w:rFonts w:ascii="Verdana" w:hAnsi="Verdana"/>
          <w:b/>
          <w:sz w:val="32"/>
          <w:szCs w:val="32"/>
        </w:rPr>
      </w:pPr>
      <w:r w:rsidRPr="0008490D">
        <w:rPr>
          <w:rFonts w:ascii="Verdana" w:hAnsi="Verdana"/>
          <w:b/>
          <w:sz w:val="32"/>
          <w:szCs w:val="32"/>
        </w:rPr>
        <w:t xml:space="preserve">Model </w:t>
      </w:r>
      <w:r w:rsidR="006706FC" w:rsidRPr="0008490D">
        <w:rPr>
          <w:rFonts w:ascii="Verdana" w:hAnsi="Verdana"/>
          <w:b/>
          <w:sz w:val="32"/>
          <w:szCs w:val="32"/>
        </w:rPr>
        <w:t xml:space="preserve">Notice of </w:t>
      </w:r>
      <w:r w:rsidR="00AD67E7" w:rsidRPr="0008490D">
        <w:rPr>
          <w:rFonts w:ascii="Verdana" w:hAnsi="Verdana"/>
          <w:b/>
          <w:sz w:val="32"/>
          <w:szCs w:val="32"/>
        </w:rPr>
        <w:t>Right to an Expedited Grievance</w:t>
      </w:r>
    </w:p>
    <w:p w14:paraId="0B26467B" w14:textId="77777777" w:rsidR="006706FC" w:rsidRPr="00EF5F9C" w:rsidRDefault="006706FC" w:rsidP="00CA439B">
      <w:pPr>
        <w:pStyle w:val="Header12"/>
        <w:rPr>
          <w:rFonts w:ascii="Verdana" w:hAnsi="Verdana"/>
          <w:sz w:val="32"/>
          <w:szCs w:val="32"/>
        </w:rPr>
      </w:pPr>
    </w:p>
    <w:p w14:paraId="0B26467D" w14:textId="251E0038" w:rsidR="006706FC" w:rsidRPr="00EF5F9C" w:rsidRDefault="006706FC" w:rsidP="0008490D">
      <w:pPr>
        <w:pStyle w:val="Header12"/>
        <w:rPr>
          <w:sz w:val="32"/>
          <w:szCs w:val="32"/>
        </w:rPr>
      </w:pPr>
      <w:r w:rsidRPr="00EF5F9C">
        <w:rPr>
          <w:rFonts w:ascii="Verdana" w:hAnsi="Verdana"/>
          <w:sz w:val="32"/>
          <w:szCs w:val="32"/>
        </w:rPr>
        <w:t>[INSERT NAME OF MEDICARE PART D PLAN]</w:t>
      </w:r>
    </w:p>
    <w:p w14:paraId="239D23C4" w14:textId="77777777" w:rsidR="0008490D" w:rsidRPr="00EF5F9C" w:rsidRDefault="0008490D" w:rsidP="0008490D">
      <w:pPr>
        <w:pStyle w:val="body36"/>
        <w:rPr>
          <w:rFonts w:ascii="Verdana" w:hAnsi="Verdana"/>
          <w:b/>
          <w:sz w:val="32"/>
          <w:szCs w:val="32"/>
        </w:rPr>
      </w:pPr>
      <w:bookmarkStart w:id="0" w:name="_Appendix_5_-"/>
      <w:bookmarkEnd w:id="0"/>
      <w:r w:rsidRPr="00EF5F9C">
        <w:rPr>
          <w:rFonts w:ascii="Verdana" w:hAnsi="Verdana"/>
          <w:b/>
          <w:sz w:val="32"/>
          <w:szCs w:val="32"/>
        </w:rPr>
        <w:t>Notice of Right to an Expedited Grievance</w:t>
      </w:r>
    </w:p>
    <w:p w14:paraId="0B26467E" w14:textId="77777777" w:rsidR="00D7424C" w:rsidRPr="0008490D" w:rsidRDefault="00D7424C" w:rsidP="00CA439B">
      <w:pPr>
        <w:pStyle w:val="body36"/>
        <w:jc w:val="left"/>
        <w:rPr>
          <w:rFonts w:ascii="Verdana" w:hAnsi="Verdana"/>
          <w:color w:val="000000"/>
        </w:rPr>
      </w:pPr>
    </w:p>
    <w:p w14:paraId="0B26467F" w14:textId="77777777" w:rsidR="00D7424C" w:rsidRPr="0008490D" w:rsidRDefault="00D7424C" w:rsidP="00CA439B">
      <w:pPr>
        <w:pStyle w:val="body36"/>
        <w:jc w:val="left"/>
        <w:rPr>
          <w:rFonts w:ascii="Verdana" w:hAnsi="Verdana"/>
          <w:color w:val="000000"/>
        </w:rPr>
      </w:pPr>
      <w:r w:rsidRPr="0008490D">
        <w:rPr>
          <w:rFonts w:ascii="Verdana" w:hAnsi="Verdana"/>
          <w:color w:val="000000"/>
        </w:rPr>
        <w:t>Date:</w:t>
      </w:r>
      <w:r w:rsidR="006706FC" w:rsidRPr="0008490D">
        <w:rPr>
          <w:rFonts w:ascii="Verdana" w:hAnsi="Verdana"/>
          <w:color w:val="000000"/>
        </w:rPr>
        <w:tab/>
      </w:r>
    </w:p>
    <w:p w14:paraId="0B264680" w14:textId="77777777" w:rsidR="006706FC" w:rsidRPr="0008490D" w:rsidRDefault="006706FC" w:rsidP="00CA439B">
      <w:pPr>
        <w:pStyle w:val="body36"/>
        <w:jc w:val="left"/>
        <w:rPr>
          <w:rFonts w:ascii="Verdana" w:hAnsi="Verdana"/>
          <w:color w:val="000000"/>
        </w:rPr>
      </w:pPr>
      <w:r w:rsidRPr="0008490D">
        <w:rPr>
          <w:rFonts w:ascii="Verdana" w:hAnsi="Verdana"/>
          <w:color w:val="000000"/>
        </w:rPr>
        <w:tab/>
      </w:r>
      <w:r w:rsidRPr="0008490D">
        <w:rPr>
          <w:rFonts w:ascii="Verdana" w:hAnsi="Verdana"/>
          <w:color w:val="000000"/>
        </w:rPr>
        <w:tab/>
      </w:r>
      <w:r w:rsidRPr="0008490D">
        <w:rPr>
          <w:rFonts w:ascii="Verdana" w:hAnsi="Verdana"/>
          <w:color w:val="000000"/>
        </w:rPr>
        <w:tab/>
      </w:r>
      <w:r w:rsidRPr="0008490D">
        <w:rPr>
          <w:rFonts w:ascii="Verdana" w:hAnsi="Verdana"/>
          <w:color w:val="000000"/>
        </w:rPr>
        <w:tab/>
      </w:r>
    </w:p>
    <w:p w14:paraId="0B264681" w14:textId="77777777" w:rsidR="006706FC" w:rsidRPr="0008490D" w:rsidRDefault="00D7424C" w:rsidP="00CA439B">
      <w:pPr>
        <w:pStyle w:val="body36"/>
        <w:jc w:val="left"/>
        <w:rPr>
          <w:rFonts w:ascii="Verdana" w:hAnsi="Verdana"/>
          <w:color w:val="000000"/>
        </w:rPr>
      </w:pPr>
      <w:r w:rsidRPr="0008490D">
        <w:rPr>
          <w:rFonts w:ascii="Verdana" w:hAnsi="Verdana"/>
          <w:color w:val="000000"/>
        </w:rPr>
        <w:t>Enrollee</w:t>
      </w:r>
      <w:r w:rsidR="006706FC" w:rsidRPr="0008490D">
        <w:rPr>
          <w:rFonts w:ascii="Verdana" w:hAnsi="Verdana"/>
          <w:color w:val="000000"/>
        </w:rPr>
        <w:t xml:space="preserve"> Name:    </w:t>
      </w:r>
      <w:r w:rsidR="006706FC" w:rsidRPr="0008490D">
        <w:rPr>
          <w:rFonts w:ascii="Verdana" w:hAnsi="Verdana"/>
          <w:color w:val="000000"/>
        </w:rPr>
        <w:tab/>
      </w:r>
      <w:r w:rsidR="006706FC" w:rsidRPr="0008490D">
        <w:rPr>
          <w:rFonts w:ascii="Verdana" w:hAnsi="Verdana"/>
          <w:color w:val="000000"/>
        </w:rPr>
        <w:tab/>
      </w:r>
      <w:r w:rsidR="006706FC" w:rsidRPr="0008490D">
        <w:rPr>
          <w:rFonts w:ascii="Verdana" w:hAnsi="Verdana"/>
          <w:color w:val="000000"/>
        </w:rPr>
        <w:tab/>
        <w:t xml:space="preserve">        </w:t>
      </w:r>
      <w:r w:rsidR="006706FC" w:rsidRPr="0008490D">
        <w:rPr>
          <w:rFonts w:ascii="Verdana" w:hAnsi="Verdana"/>
          <w:color w:val="000000"/>
        </w:rPr>
        <w:tab/>
        <w:t xml:space="preserve">   </w:t>
      </w:r>
      <w:r w:rsidRPr="0008490D">
        <w:rPr>
          <w:rFonts w:ascii="Verdana" w:hAnsi="Verdana"/>
          <w:color w:val="000000"/>
        </w:rPr>
        <w:t xml:space="preserve">Enrollee </w:t>
      </w:r>
      <w:r w:rsidR="006706FC" w:rsidRPr="0008490D">
        <w:rPr>
          <w:rFonts w:ascii="Verdana" w:hAnsi="Verdana"/>
          <w:color w:val="000000"/>
        </w:rPr>
        <w:t xml:space="preserve">ID Number: </w:t>
      </w:r>
    </w:p>
    <w:p w14:paraId="0B264682" w14:textId="77777777" w:rsidR="00AB3DF9" w:rsidRPr="0008490D" w:rsidRDefault="00AB3DF9" w:rsidP="00CA439B">
      <w:pPr>
        <w:pStyle w:val="body36"/>
        <w:pBdr>
          <w:bottom w:val="single" w:sz="12" w:space="1" w:color="auto"/>
        </w:pBdr>
        <w:jc w:val="left"/>
        <w:rPr>
          <w:rFonts w:ascii="Verdana" w:hAnsi="Verdana"/>
          <w:color w:val="000000"/>
        </w:rPr>
      </w:pPr>
    </w:p>
    <w:p w14:paraId="0B264683" w14:textId="77777777" w:rsidR="00D7424C" w:rsidRPr="0008490D" w:rsidRDefault="00D7424C" w:rsidP="00D7424C">
      <w:pPr>
        <w:pStyle w:val="body36"/>
        <w:jc w:val="left"/>
        <w:rPr>
          <w:rFonts w:ascii="Verdana" w:hAnsi="Verdana"/>
          <w:color w:val="000000"/>
        </w:rPr>
      </w:pPr>
    </w:p>
    <w:p w14:paraId="0B264685" w14:textId="0AFB3D06" w:rsidR="00D7424C" w:rsidRPr="0008490D" w:rsidRDefault="0008490D" w:rsidP="0008490D">
      <w:pPr>
        <w:pStyle w:val="body36"/>
        <w:spacing w:before="120"/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t>You’re getting this notice because</w:t>
      </w:r>
      <w:r w:rsidR="007E0105" w:rsidRPr="007E0105">
        <w:rPr>
          <w:rFonts w:ascii="Verdana" w:hAnsi="Verdana"/>
          <w:bCs/>
        </w:rPr>
        <w:t xml:space="preserve"> </w:t>
      </w:r>
      <w:r w:rsidR="007E0105">
        <w:rPr>
          <w:rFonts w:ascii="Verdana" w:hAnsi="Verdana"/>
          <w:b/>
        </w:rPr>
        <w:t>w</w:t>
      </w:r>
      <w:r w:rsidR="007E0105" w:rsidRPr="007E0105">
        <w:rPr>
          <w:rFonts w:ascii="Verdana" w:hAnsi="Verdana"/>
          <w:b/>
        </w:rPr>
        <w:t>e’re denying your request to expedite (fast track)</w:t>
      </w:r>
      <w:r>
        <w:rPr>
          <w:rFonts w:ascii="Verdana" w:hAnsi="Verdana"/>
          <w:b/>
        </w:rPr>
        <w:t xml:space="preserve">: </w:t>
      </w:r>
    </w:p>
    <w:p w14:paraId="0B264687" w14:textId="0D6525E5" w:rsidR="006706FC" w:rsidRPr="00CB1840" w:rsidRDefault="007E0105" w:rsidP="00CB1840">
      <w:pPr>
        <w:pStyle w:val="body36"/>
        <w:numPr>
          <w:ilvl w:val="0"/>
          <w:numId w:val="73"/>
        </w:numPr>
        <w:tabs>
          <w:tab w:val="clear" w:pos="720"/>
          <w:tab w:val="left" w:pos="990"/>
        </w:tabs>
        <w:spacing w:before="120"/>
        <w:ind w:left="990" w:hanging="540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Y</w:t>
      </w:r>
      <w:r w:rsidR="006706FC" w:rsidRPr="0008490D">
        <w:rPr>
          <w:rFonts w:ascii="Verdana" w:hAnsi="Verdana"/>
          <w:bCs/>
        </w:rPr>
        <w:t xml:space="preserve">our </w:t>
      </w:r>
      <w:r w:rsidR="004A4D29" w:rsidRPr="0008490D">
        <w:rPr>
          <w:rFonts w:ascii="Verdana" w:hAnsi="Verdana"/>
          <w:bCs/>
        </w:rPr>
        <w:t xml:space="preserve">initial </w:t>
      </w:r>
      <w:r w:rsidR="006706FC" w:rsidRPr="0008490D">
        <w:rPr>
          <w:rFonts w:ascii="Verdana" w:hAnsi="Verdana"/>
          <w:bCs/>
        </w:rPr>
        <w:t>request for a Part D drug</w:t>
      </w:r>
    </w:p>
    <w:p w14:paraId="0B264688" w14:textId="74B8C08F" w:rsidR="006706FC" w:rsidRPr="0008490D" w:rsidRDefault="007E0105" w:rsidP="0008490D">
      <w:pPr>
        <w:pStyle w:val="body36"/>
        <w:numPr>
          <w:ilvl w:val="0"/>
          <w:numId w:val="73"/>
        </w:numPr>
        <w:tabs>
          <w:tab w:val="clear" w:pos="720"/>
          <w:tab w:val="left" w:pos="990"/>
        </w:tabs>
        <w:ind w:left="990" w:hanging="540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Y</w:t>
      </w:r>
      <w:r w:rsidR="004A4D29" w:rsidRPr="0008490D">
        <w:rPr>
          <w:rFonts w:ascii="Verdana" w:hAnsi="Verdana"/>
          <w:bCs/>
        </w:rPr>
        <w:t xml:space="preserve">our </w:t>
      </w:r>
      <w:r w:rsidR="006706FC" w:rsidRPr="0008490D">
        <w:rPr>
          <w:rFonts w:ascii="Verdana" w:hAnsi="Verdana"/>
          <w:bCs/>
        </w:rPr>
        <w:t xml:space="preserve">appeal for a Part D drug  </w:t>
      </w:r>
    </w:p>
    <w:p w14:paraId="0B264689" w14:textId="77777777" w:rsidR="006706FC" w:rsidRPr="0008490D" w:rsidRDefault="006706FC" w:rsidP="00CA439B">
      <w:pPr>
        <w:pStyle w:val="body36"/>
        <w:rPr>
          <w:rFonts w:ascii="Verdana" w:hAnsi="Verdana"/>
          <w:bCs/>
        </w:rPr>
      </w:pPr>
    </w:p>
    <w:p w14:paraId="0B26468C" w14:textId="157DC6EE" w:rsidR="006706FC" w:rsidRPr="0008490D" w:rsidRDefault="006706FC" w:rsidP="0008490D">
      <w:pPr>
        <w:pStyle w:val="body36"/>
        <w:spacing w:after="120"/>
        <w:jc w:val="left"/>
        <w:rPr>
          <w:rFonts w:ascii="Verdana" w:hAnsi="Verdana"/>
          <w:b/>
        </w:rPr>
      </w:pPr>
      <w:r w:rsidRPr="0008490D">
        <w:rPr>
          <w:rFonts w:ascii="Verdana" w:hAnsi="Verdana"/>
          <w:b/>
        </w:rPr>
        <w:t xml:space="preserve">Your request </w:t>
      </w:r>
      <w:r w:rsidR="0008490D">
        <w:rPr>
          <w:rFonts w:ascii="Verdana" w:hAnsi="Verdana"/>
          <w:b/>
        </w:rPr>
        <w:t>will be processed in our</w:t>
      </w:r>
      <w:r w:rsidRPr="0008490D">
        <w:rPr>
          <w:rFonts w:ascii="Verdana" w:hAnsi="Verdana"/>
          <w:b/>
        </w:rPr>
        <w:t xml:space="preserve"> regular time frame </w:t>
      </w:r>
    </w:p>
    <w:p w14:paraId="0B26468D" w14:textId="5D1293FB" w:rsidR="006706FC" w:rsidRPr="0008490D" w:rsidRDefault="0008490D" w:rsidP="00CA439B">
      <w:pPr>
        <w:pStyle w:val="body36"/>
        <w:jc w:val="left"/>
        <w:rPr>
          <w:rFonts w:ascii="Verdana" w:hAnsi="Verdana"/>
        </w:rPr>
      </w:pPr>
      <w:r>
        <w:rPr>
          <w:rFonts w:ascii="Verdana" w:hAnsi="Verdana"/>
        </w:rPr>
        <w:t>We’ll process i</w:t>
      </w:r>
      <w:r w:rsidR="006706FC" w:rsidRPr="0008490D">
        <w:rPr>
          <w:rFonts w:ascii="Verdana" w:hAnsi="Verdana"/>
        </w:rPr>
        <w:t xml:space="preserve">nitial requests </w:t>
      </w:r>
      <w:r>
        <w:rPr>
          <w:rFonts w:ascii="Verdana" w:hAnsi="Verdana"/>
        </w:rPr>
        <w:t>within</w:t>
      </w:r>
      <w:r w:rsidR="006706FC" w:rsidRPr="0008490D">
        <w:rPr>
          <w:rFonts w:ascii="Verdana" w:hAnsi="Verdana"/>
        </w:rPr>
        <w:t xml:space="preserve"> 72 hours</w:t>
      </w:r>
      <w:r>
        <w:rPr>
          <w:rFonts w:ascii="Verdana" w:hAnsi="Verdana"/>
        </w:rPr>
        <w:t>. We’ll process a</w:t>
      </w:r>
      <w:r w:rsidR="006706FC" w:rsidRPr="0008490D">
        <w:rPr>
          <w:rFonts w:ascii="Verdana" w:hAnsi="Verdana"/>
        </w:rPr>
        <w:t xml:space="preserve">ppeal requests no later than 7 calendar days from the day we </w:t>
      </w:r>
      <w:r>
        <w:rPr>
          <w:rFonts w:ascii="Verdana" w:hAnsi="Verdana"/>
        </w:rPr>
        <w:t>got</w:t>
      </w:r>
      <w:r w:rsidRPr="0008490D">
        <w:rPr>
          <w:rFonts w:ascii="Verdana" w:hAnsi="Verdana"/>
        </w:rPr>
        <w:t xml:space="preserve"> </w:t>
      </w:r>
      <w:r w:rsidR="006706FC" w:rsidRPr="0008490D">
        <w:rPr>
          <w:rFonts w:ascii="Verdana" w:hAnsi="Verdana"/>
        </w:rPr>
        <w:t xml:space="preserve">your request. </w:t>
      </w:r>
    </w:p>
    <w:p w14:paraId="0B26468E" w14:textId="77777777" w:rsidR="00D7424C" w:rsidRPr="0008490D" w:rsidRDefault="00D7424C" w:rsidP="00D7424C">
      <w:pPr>
        <w:pStyle w:val="body36"/>
        <w:jc w:val="left"/>
        <w:rPr>
          <w:rFonts w:ascii="Verdana" w:hAnsi="Verdana"/>
          <w:b/>
        </w:rPr>
      </w:pPr>
    </w:p>
    <w:p w14:paraId="0B26468F" w14:textId="3C07B791" w:rsidR="00D7424C" w:rsidRPr="0008490D" w:rsidRDefault="0008490D" w:rsidP="009860F1">
      <w:pPr>
        <w:pStyle w:val="body36"/>
        <w:spacing w:after="120"/>
        <w:jc w:val="left"/>
        <w:rPr>
          <w:rFonts w:ascii="Verdana" w:hAnsi="Verdana"/>
          <w:b/>
          <w:sz w:val="28"/>
          <w:szCs w:val="28"/>
        </w:rPr>
      </w:pPr>
      <w:r w:rsidRPr="0008490D">
        <w:rPr>
          <w:rFonts w:ascii="Verdana" w:hAnsi="Verdana"/>
          <w:b/>
          <w:sz w:val="28"/>
          <w:szCs w:val="28"/>
        </w:rPr>
        <w:t>What to do next</w:t>
      </w:r>
    </w:p>
    <w:p w14:paraId="0B264691" w14:textId="372C450A" w:rsidR="006706FC" w:rsidRPr="0008490D" w:rsidRDefault="006706FC" w:rsidP="0008490D">
      <w:pPr>
        <w:pStyle w:val="body36"/>
        <w:spacing w:after="120"/>
        <w:jc w:val="left"/>
        <w:rPr>
          <w:rFonts w:ascii="Verdana" w:hAnsi="Verdana"/>
          <w:b/>
        </w:rPr>
      </w:pPr>
      <w:r w:rsidRPr="0008490D">
        <w:rPr>
          <w:rFonts w:ascii="Verdana" w:hAnsi="Verdana"/>
          <w:b/>
        </w:rPr>
        <w:t xml:space="preserve">You </w:t>
      </w:r>
      <w:r w:rsidR="0008490D">
        <w:rPr>
          <w:rFonts w:ascii="Verdana" w:hAnsi="Verdana"/>
          <w:b/>
        </w:rPr>
        <w:t>can</w:t>
      </w:r>
      <w:r w:rsidR="0008490D" w:rsidRPr="0008490D">
        <w:rPr>
          <w:rFonts w:ascii="Verdana" w:hAnsi="Verdana"/>
          <w:b/>
        </w:rPr>
        <w:t xml:space="preserve"> </w:t>
      </w:r>
      <w:r w:rsidRPr="0008490D">
        <w:rPr>
          <w:rFonts w:ascii="Verdana" w:hAnsi="Verdana"/>
          <w:b/>
        </w:rPr>
        <w:t>resubmit your request</w:t>
      </w:r>
    </w:p>
    <w:p w14:paraId="0B264692" w14:textId="10D915DF" w:rsidR="006706FC" w:rsidRPr="0008490D" w:rsidRDefault="006706FC" w:rsidP="00CA439B">
      <w:pPr>
        <w:pStyle w:val="body36"/>
        <w:jc w:val="left"/>
        <w:rPr>
          <w:rFonts w:ascii="Verdana" w:hAnsi="Verdana"/>
        </w:rPr>
      </w:pPr>
      <w:r w:rsidRPr="0008490D">
        <w:rPr>
          <w:rFonts w:ascii="Verdana" w:hAnsi="Verdana"/>
        </w:rPr>
        <w:t xml:space="preserve">You </w:t>
      </w:r>
      <w:r w:rsidR="0008490D">
        <w:rPr>
          <w:rFonts w:ascii="Verdana" w:hAnsi="Verdana"/>
        </w:rPr>
        <w:t>can</w:t>
      </w:r>
      <w:r w:rsidR="0008490D" w:rsidRPr="0008490D">
        <w:rPr>
          <w:rFonts w:ascii="Verdana" w:hAnsi="Verdana"/>
        </w:rPr>
        <w:t xml:space="preserve"> </w:t>
      </w:r>
      <w:r w:rsidRPr="0008490D">
        <w:rPr>
          <w:rFonts w:ascii="Verdana" w:hAnsi="Verdana"/>
          <w:bCs/>
        </w:rPr>
        <w:t>resubmit your request</w:t>
      </w:r>
      <w:r w:rsidRPr="0008490D">
        <w:rPr>
          <w:rFonts w:ascii="Verdana" w:hAnsi="Verdana"/>
        </w:rPr>
        <w:t xml:space="preserve"> </w:t>
      </w:r>
      <w:r w:rsidR="00D7424C" w:rsidRPr="0008490D">
        <w:rPr>
          <w:rFonts w:ascii="Verdana" w:hAnsi="Verdana"/>
          <w:bCs/>
        </w:rPr>
        <w:t>to expedite (</w:t>
      </w:r>
      <w:r w:rsidR="004A4D29" w:rsidRPr="0008490D">
        <w:rPr>
          <w:rFonts w:ascii="Verdana" w:hAnsi="Verdana"/>
          <w:bCs/>
        </w:rPr>
        <w:t>fast track)</w:t>
      </w:r>
      <w:r w:rsidRPr="0008490D">
        <w:rPr>
          <w:rFonts w:ascii="Verdana" w:hAnsi="Verdana"/>
        </w:rPr>
        <w:t xml:space="preserve"> </w:t>
      </w:r>
      <w:r w:rsidR="004A4D29" w:rsidRPr="0008490D">
        <w:rPr>
          <w:rFonts w:ascii="Verdana" w:hAnsi="Verdana"/>
        </w:rPr>
        <w:t xml:space="preserve">your initial request </w:t>
      </w:r>
      <w:r w:rsidRPr="0008490D">
        <w:rPr>
          <w:rFonts w:ascii="Verdana" w:hAnsi="Verdana"/>
        </w:rPr>
        <w:t xml:space="preserve">or appeal. If your </w:t>
      </w:r>
      <w:r w:rsidR="0008490D">
        <w:rPr>
          <w:rFonts w:ascii="Verdana" w:hAnsi="Verdana"/>
        </w:rPr>
        <w:t>doctor</w:t>
      </w:r>
      <w:r w:rsidRPr="0008490D">
        <w:rPr>
          <w:rFonts w:ascii="Verdana" w:hAnsi="Verdana"/>
        </w:rPr>
        <w:t xml:space="preserve"> </w:t>
      </w:r>
      <w:r w:rsidR="0075281E" w:rsidRPr="0008490D">
        <w:rPr>
          <w:rFonts w:ascii="Verdana" w:hAnsi="Verdana"/>
        </w:rPr>
        <w:t xml:space="preserve">or prescriber </w:t>
      </w:r>
      <w:r w:rsidRPr="0008490D">
        <w:rPr>
          <w:rFonts w:ascii="Verdana" w:hAnsi="Verdana"/>
        </w:rPr>
        <w:t>tells us that applying the standard time frame could put your life or health at risk, we</w:t>
      </w:r>
      <w:r w:rsidR="0008490D">
        <w:rPr>
          <w:rFonts w:ascii="Verdana" w:hAnsi="Verdana"/>
        </w:rPr>
        <w:t>’</w:t>
      </w:r>
      <w:r w:rsidRPr="0008490D">
        <w:rPr>
          <w:rFonts w:ascii="Verdana" w:hAnsi="Verdana"/>
        </w:rPr>
        <w:t>ll automatically expedite your request.</w:t>
      </w:r>
    </w:p>
    <w:p w14:paraId="0B264693" w14:textId="77777777" w:rsidR="00D7424C" w:rsidRPr="0008490D" w:rsidRDefault="00D7424C" w:rsidP="00D7424C">
      <w:pPr>
        <w:pStyle w:val="body36"/>
        <w:jc w:val="left"/>
        <w:rPr>
          <w:rFonts w:ascii="Verdana" w:hAnsi="Verdana"/>
        </w:rPr>
      </w:pPr>
    </w:p>
    <w:p w14:paraId="0B264695" w14:textId="008E4A53" w:rsidR="006706FC" w:rsidRPr="0008490D" w:rsidRDefault="006706FC" w:rsidP="0008490D">
      <w:pPr>
        <w:pStyle w:val="body36"/>
        <w:spacing w:after="120"/>
        <w:jc w:val="left"/>
        <w:rPr>
          <w:rFonts w:ascii="Verdana" w:hAnsi="Verdana"/>
          <w:b/>
        </w:rPr>
      </w:pPr>
      <w:r w:rsidRPr="0008490D">
        <w:rPr>
          <w:rFonts w:ascii="Verdana" w:hAnsi="Verdana"/>
          <w:b/>
        </w:rPr>
        <w:t xml:space="preserve">You </w:t>
      </w:r>
      <w:r w:rsidR="0008490D">
        <w:rPr>
          <w:rFonts w:ascii="Verdana" w:hAnsi="Verdana"/>
          <w:b/>
        </w:rPr>
        <w:t>can</w:t>
      </w:r>
      <w:r w:rsidR="0008490D" w:rsidRPr="0008490D">
        <w:rPr>
          <w:rFonts w:ascii="Verdana" w:hAnsi="Verdana"/>
          <w:b/>
        </w:rPr>
        <w:t xml:space="preserve"> </w:t>
      </w:r>
      <w:r w:rsidRPr="0008490D">
        <w:rPr>
          <w:rFonts w:ascii="Verdana" w:hAnsi="Verdana"/>
          <w:b/>
        </w:rPr>
        <w:t xml:space="preserve">file an expedited grievance </w:t>
      </w:r>
    </w:p>
    <w:p w14:paraId="5C5CD6FA" w14:textId="659CDA74" w:rsidR="0008490D" w:rsidRDefault="006706FC" w:rsidP="00CA439B">
      <w:pPr>
        <w:pStyle w:val="body36"/>
        <w:jc w:val="left"/>
        <w:rPr>
          <w:rFonts w:ascii="Verdana" w:hAnsi="Verdana"/>
        </w:rPr>
      </w:pPr>
      <w:r w:rsidRPr="0008490D">
        <w:rPr>
          <w:rFonts w:ascii="Verdana" w:hAnsi="Verdana"/>
        </w:rPr>
        <w:t xml:space="preserve">If you disagree with our decision not to give you a fast decision, you </w:t>
      </w:r>
      <w:r w:rsidR="0008490D">
        <w:rPr>
          <w:rFonts w:ascii="Verdana" w:hAnsi="Verdana"/>
        </w:rPr>
        <w:t>can</w:t>
      </w:r>
      <w:r w:rsidR="0008490D" w:rsidRPr="0008490D">
        <w:rPr>
          <w:rFonts w:ascii="Verdana" w:hAnsi="Verdana"/>
        </w:rPr>
        <w:t xml:space="preserve"> </w:t>
      </w:r>
      <w:r w:rsidRPr="0008490D">
        <w:rPr>
          <w:rFonts w:ascii="Verdana" w:hAnsi="Verdana"/>
        </w:rPr>
        <w:t xml:space="preserve">file an </w:t>
      </w:r>
      <w:r w:rsidRPr="0008490D">
        <w:rPr>
          <w:rFonts w:ascii="Verdana" w:hAnsi="Verdana"/>
          <w:b/>
        </w:rPr>
        <w:t>expedited grievance</w:t>
      </w:r>
      <w:r w:rsidRPr="0008490D">
        <w:rPr>
          <w:rFonts w:ascii="Verdana" w:hAnsi="Verdana"/>
        </w:rPr>
        <w:t xml:space="preserve">. We must decide within </w:t>
      </w:r>
      <w:r w:rsidRPr="0008490D">
        <w:rPr>
          <w:rFonts w:ascii="Verdana" w:hAnsi="Verdana"/>
          <w:b/>
        </w:rPr>
        <w:t>24 hours</w:t>
      </w:r>
      <w:r w:rsidRPr="0008490D">
        <w:rPr>
          <w:rFonts w:ascii="Verdana" w:hAnsi="Verdana"/>
        </w:rPr>
        <w:t xml:space="preserve"> if our decision to deny making a fast decision puts your life or health at risk.</w:t>
      </w:r>
    </w:p>
    <w:p w14:paraId="0B264699" w14:textId="6D66572A" w:rsidR="006706FC" w:rsidRPr="0008490D" w:rsidRDefault="006706FC" w:rsidP="0008490D">
      <w:pPr>
        <w:pStyle w:val="body36"/>
        <w:spacing w:before="120"/>
        <w:jc w:val="left"/>
        <w:rPr>
          <w:rFonts w:ascii="Verdana" w:hAnsi="Verdana"/>
        </w:rPr>
      </w:pPr>
      <w:r w:rsidRPr="0008490D">
        <w:rPr>
          <w:rFonts w:ascii="Verdana" w:hAnsi="Verdana"/>
        </w:rPr>
        <w:t>If we determine that we should have expedited your request, we</w:t>
      </w:r>
      <w:r w:rsidR="0008490D">
        <w:rPr>
          <w:rFonts w:ascii="Verdana" w:hAnsi="Verdana"/>
        </w:rPr>
        <w:t>’</w:t>
      </w:r>
      <w:r w:rsidRPr="0008490D">
        <w:rPr>
          <w:rFonts w:ascii="Verdana" w:hAnsi="Verdana"/>
        </w:rPr>
        <w:t xml:space="preserve">ll </w:t>
      </w:r>
      <w:r w:rsidR="0008490D">
        <w:rPr>
          <w:rFonts w:ascii="Verdana" w:hAnsi="Verdana"/>
        </w:rPr>
        <w:t>expedite it right away</w:t>
      </w:r>
      <w:r w:rsidRPr="0008490D">
        <w:rPr>
          <w:rFonts w:ascii="Verdana" w:hAnsi="Verdana"/>
        </w:rPr>
        <w:t xml:space="preserve"> and </w:t>
      </w:r>
      <w:r w:rsidR="0008490D">
        <w:rPr>
          <w:rFonts w:ascii="Verdana" w:hAnsi="Verdana"/>
        </w:rPr>
        <w:t xml:space="preserve">let </w:t>
      </w:r>
      <w:r w:rsidRPr="0008490D">
        <w:rPr>
          <w:rFonts w:ascii="Verdana" w:hAnsi="Verdana"/>
        </w:rPr>
        <w:t xml:space="preserve">you </w:t>
      </w:r>
      <w:r w:rsidR="0008490D">
        <w:rPr>
          <w:rFonts w:ascii="Verdana" w:hAnsi="Verdana"/>
        </w:rPr>
        <w:t>know we made this</w:t>
      </w:r>
      <w:r w:rsidRPr="0008490D">
        <w:rPr>
          <w:rFonts w:ascii="Verdana" w:hAnsi="Verdana"/>
        </w:rPr>
        <w:t xml:space="preserve"> decision.</w:t>
      </w:r>
    </w:p>
    <w:p w14:paraId="0B26469A" w14:textId="77777777" w:rsidR="006706FC" w:rsidRPr="0008490D" w:rsidRDefault="006706FC" w:rsidP="00CA439B">
      <w:pPr>
        <w:pStyle w:val="body36"/>
        <w:rPr>
          <w:rFonts w:ascii="Verdana" w:hAnsi="Verdana"/>
        </w:rPr>
      </w:pPr>
    </w:p>
    <w:p w14:paraId="2FECDC99" w14:textId="396368DC" w:rsidR="00CB1840" w:rsidRPr="00CB1840" w:rsidRDefault="00CB1840" w:rsidP="009860F1">
      <w:pPr>
        <w:pStyle w:val="body36"/>
        <w:spacing w:after="120"/>
        <w:jc w:val="left"/>
        <w:rPr>
          <w:rFonts w:ascii="Verdana" w:hAnsi="Verdana"/>
          <w:b/>
          <w:sz w:val="28"/>
          <w:szCs w:val="28"/>
        </w:rPr>
      </w:pPr>
      <w:r w:rsidRPr="00CB1840">
        <w:rPr>
          <w:rFonts w:ascii="Verdana" w:hAnsi="Verdana"/>
          <w:b/>
          <w:sz w:val="28"/>
          <w:szCs w:val="28"/>
        </w:rPr>
        <w:t>Get help and more information</w:t>
      </w:r>
    </w:p>
    <w:p w14:paraId="0B26469D" w14:textId="2B288AFF" w:rsidR="006706FC" w:rsidRPr="00CB1840" w:rsidRDefault="0008490D" w:rsidP="0008490D">
      <w:pPr>
        <w:pStyle w:val="body36"/>
        <w:jc w:val="left"/>
        <w:rPr>
          <w:rFonts w:ascii="Verdana" w:hAnsi="Verdana"/>
          <w:bCs/>
        </w:rPr>
      </w:pPr>
      <w:r w:rsidRPr="00CB1840">
        <w:rPr>
          <w:rFonts w:ascii="Verdana" w:hAnsi="Verdana"/>
          <w:bCs/>
        </w:rPr>
        <w:t>To file an expedited grievance or get more information</w:t>
      </w:r>
      <w:r w:rsidR="007E0105" w:rsidRPr="007E0105">
        <w:rPr>
          <w:rFonts w:ascii="Verdana" w:hAnsi="Verdana"/>
          <w:bCs/>
        </w:rPr>
        <w:t xml:space="preserve"> </w:t>
      </w:r>
      <w:r w:rsidR="007E0105" w:rsidRPr="00CB1840">
        <w:rPr>
          <w:rFonts w:ascii="Verdana" w:hAnsi="Verdana"/>
          <w:bCs/>
        </w:rPr>
        <w:t>about the expedited grievance process</w:t>
      </w:r>
      <w:r w:rsidRPr="00CB1840">
        <w:rPr>
          <w:rFonts w:ascii="Verdana" w:hAnsi="Verdana"/>
          <w:bCs/>
        </w:rPr>
        <w:t>,</w:t>
      </w:r>
      <w:r w:rsidRPr="00CB1840" w:rsidDel="0008490D">
        <w:rPr>
          <w:rFonts w:ascii="Verdana" w:hAnsi="Verdana"/>
          <w:bCs/>
        </w:rPr>
        <w:t xml:space="preserve"> </w:t>
      </w:r>
      <w:r w:rsidRPr="00CB1840">
        <w:rPr>
          <w:rFonts w:ascii="Verdana" w:hAnsi="Verdana"/>
          <w:bCs/>
        </w:rPr>
        <w:t>c</w:t>
      </w:r>
      <w:r w:rsidR="006706FC" w:rsidRPr="00CB1840">
        <w:rPr>
          <w:rFonts w:ascii="Verdana" w:hAnsi="Verdana"/>
          <w:bCs/>
        </w:rPr>
        <w:t>all us at {insert phone number of health plan contact}.</w:t>
      </w:r>
    </w:p>
    <w:p w14:paraId="0B26469F" w14:textId="4D691255" w:rsidR="00B75E8A" w:rsidRPr="00CB1840" w:rsidRDefault="006706FC" w:rsidP="007E0105">
      <w:pPr>
        <w:pStyle w:val="body36"/>
        <w:jc w:val="left"/>
        <w:rPr>
          <w:rFonts w:ascii="Verdana" w:hAnsi="Verdana"/>
          <w:bCs/>
          <w:i/>
          <w:color w:val="FF0000"/>
        </w:rPr>
      </w:pPr>
      <w:r w:rsidRPr="00CB1840">
        <w:rPr>
          <w:rFonts w:ascii="Verdana" w:hAnsi="Verdana"/>
          <w:bCs/>
        </w:rPr>
        <w:t xml:space="preserve">You can also call 1-800-MEDICARE </w:t>
      </w:r>
      <w:r w:rsidR="007E0105" w:rsidRPr="007E0105">
        <w:rPr>
          <w:rFonts w:ascii="Verdana" w:hAnsi="Verdana"/>
          <w:bCs/>
        </w:rPr>
        <w:t>(1-800-633-4227)</w:t>
      </w:r>
      <w:r w:rsidR="007E0105">
        <w:rPr>
          <w:rFonts w:ascii="Verdana" w:hAnsi="Verdana"/>
          <w:bCs/>
        </w:rPr>
        <w:t xml:space="preserve">. </w:t>
      </w:r>
      <w:r w:rsidR="007E0105" w:rsidRPr="007E0105">
        <w:rPr>
          <w:rFonts w:ascii="Verdana" w:hAnsi="Verdana"/>
          <w:bCs/>
        </w:rPr>
        <w:t>TTY users can call 1-877-486-2048</w:t>
      </w:r>
      <w:r w:rsidRPr="00CB1840">
        <w:rPr>
          <w:rFonts w:ascii="Verdana" w:hAnsi="Verdana"/>
          <w:bCs/>
        </w:rPr>
        <w:t>.</w:t>
      </w:r>
      <w:bookmarkStart w:id="1" w:name="_Appendix_4_-_Notice_of_Redeterminat"/>
      <w:bookmarkStart w:id="2" w:name="_Appendix_4_-_(Model)_Notice_of_Rede"/>
      <w:bookmarkEnd w:id="1"/>
      <w:bookmarkEnd w:id="2"/>
    </w:p>
    <w:sectPr w:rsidR="00B75E8A" w:rsidRPr="00CB1840" w:rsidSect="0008490D">
      <w:endnotePr>
        <w:numFmt w:val="decimal"/>
      </w:endnotePr>
      <w:pgSz w:w="12240" w:h="15840"/>
      <w:pgMar w:top="1440" w:right="1080" w:bottom="1440" w:left="1080" w:header="1008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1123B" w14:textId="77777777" w:rsidR="00B95033" w:rsidRDefault="00B95033">
      <w:r>
        <w:separator/>
      </w:r>
    </w:p>
  </w:endnote>
  <w:endnote w:type="continuationSeparator" w:id="0">
    <w:p w14:paraId="3F250177" w14:textId="77777777" w:rsidR="00B95033" w:rsidRDefault="00B9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6556F" w14:textId="77777777" w:rsidR="00B95033" w:rsidRDefault="00B95033">
      <w:r>
        <w:separator/>
      </w:r>
    </w:p>
  </w:footnote>
  <w:footnote w:type="continuationSeparator" w:id="0">
    <w:p w14:paraId="376235C4" w14:textId="77777777" w:rsidR="00B95033" w:rsidRDefault="00B95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677D3A"/>
    <w:multiLevelType w:val="hybridMultilevel"/>
    <w:tmpl w:val="B8E48750"/>
    <w:lvl w:ilvl="0" w:tplc="B22EFB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3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9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3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8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284632">
    <w:abstractNumId w:val="7"/>
  </w:num>
  <w:num w:numId="2" w16cid:durableId="1229267554">
    <w:abstractNumId w:val="5"/>
  </w:num>
  <w:num w:numId="3" w16cid:durableId="379329776">
    <w:abstractNumId w:val="39"/>
  </w:num>
  <w:num w:numId="4" w16cid:durableId="294722473">
    <w:abstractNumId w:val="14"/>
  </w:num>
  <w:num w:numId="5" w16cid:durableId="371004770">
    <w:abstractNumId w:val="4"/>
  </w:num>
  <w:num w:numId="6" w16cid:durableId="1510869535">
    <w:abstractNumId w:val="6"/>
  </w:num>
  <w:num w:numId="7" w16cid:durableId="1132673145">
    <w:abstractNumId w:val="3"/>
  </w:num>
  <w:num w:numId="8" w16cid:durableId="1980843579">
    <w:abstractNumId w:val="2"/>
  </w:num>
  <w:num w:numId="9" w16cid:durableId="1277256364">
    <w:abstractNumId w:val="1"/>
  </w:num>
  <w:num w:numId="10" w16cid:durableId="1404643267">
    <w:abstractNumId w:val="0"/>
  </w:num>
  <w:num w:numId="11" w16cid:durableId="1399091118">
    <w:abstractNumId w:val="35"/>
  </w:num>
  <w:num w:numId="12" w16cid:durableId="617611739">
    <w:abstractNumId w:val="47"/>
  </w:num>
  <w:num w:numId="13" w16cid:durableId="75366859">
    <w:abstractNumId w:val="55"/>
  </w:num>
  <w:num w:numId="14" w16cid:durableId="1318195101">
    <w:abstractNumId w:val="19"/>
  </w:num>
  <w:num w:numId="15" w16cid:durableId="1178076352">
    <w:abstractNumId w:val="56"/>
  </w:num>
  <w:num w:numId="16" w16cid:durableId="125976303">
    <w:abstractNumId w:val="28"/>
  </w:num>
  <w:num w:numId="17" w16cid:durableId="425610947">
    <w:abstractNumId w:val="69"/>
  </w:num>
  <w:num w:numId="18" w16cid:durableId="1711804255">
    <w:abstractNumId w:val="21"/>
  </w:num>
  <w:num w:numId="19" w16cid:durableId="1861357419">
    <w:abstractNumId w:val="54"/>
  </w:num>
  <w:num w:numId="20" w16cid:durableId="1208836716">
    <w:abstractNumId w:val="65"/>
  </w:num>
  <w:num w:numId="21" w16cid:durableId="1887327952">
    <w:abstractNumId w:val="63"/>
  </w:num>
  <w:num w:numId="22" w16cid:durableId="211622556">
    <w:abstractNumId w:val="13"/>
  </w:num>
  <w:num w:numId="23" w16cid:durableId="1696735211">
    <w:abstractNumId w:val="58"/>
  </w:num>
  <w:num w:numId="24" w16cid:durableId="1510949278">
    <w:abstractNumId w:val="57"/>
  </w:num>
  <w:num w:numId="25" w16cid:durableId="1439328941">
    <w:abstractNumId w:val="37"/>
  </w:num>
  <w:num w:numId="26" w16cid:durableId="381439875">
    <w:abstractNumId w:val="12"/>
  </w:num>
  <w:num w:numId="27" w16cid:durableId="1114398152">
    <w:abstractNumId w:val="59"/>
  </w:num>
  <w:num w:numId="28" w16cid:durableId="2048288312">
    <w:abstractNumId w:val="40"/>
  </w:num>
  <w:num w:numId="29" w16cid:durableId="1131052356">
    <w:abstractNumId w:val="50"/>
  </w:num>
  <w:num w:numId="30" w16cid:durableId="1097217411">
    <w:abstractNumId w:val="70"/>
  </w:num>
  <w:num w:numId="31" w16cid:durableId="1410882164">
    <w:abstractNumId w:val="61"/>
  </w:num>
  <w:num w:numId="32" w16cid:durableId="583955130">
    <w:abstractNumId w:val="62"/>
  </w:num>
  <w:num w:numId="33" w16cid:durableId="197864231">
    <w:abstractNumId w:val="29"/>
  </w:num>
  <w:num w:numId="34" w16cid:durableId="1735395629">
    <w:abstractNumId w:val="52"/>
  </w:num>
  <w:num w:numId="35" w16cid:durableId="1730105546">
    <w:abstractNumId w:val="17"/>
  </w:num>
  <w:num w:numId="36" w16cid:durableId="1824152490">
    <w:abstractNumId w:val="60"/>
  </w:num>
  <w:num w:numId="37" w16cid:durableId="2123572448">
    <w:abstractNumId w:val="71"/>
  </w:num>
  <w:num w:numId="38" w16cid:durableId="1542473981">
    <w:abstractNumId w:val="10"/>
  </w:num>
  <w:num w:numId="39" w16cid:durableId="2120248762">
    <w:abstractNumId w:val="16"/>
  </w:num>
  <w:num w:numId="40" w16cid:durableId="476456822">
    <w:abstractNumId w:val="31"/>
  </w:num>
  <w:num w:numId="41" w16cid:durableId="1496410171">
    <w:abstractNumId w:val="45"/>
  </w:num>
  <w:num w:numId="42" w16cid:durableId="1522624303">
    <w:abstractNumId w:val="9"/>
  </w:num>
  <w:num w:numId="43" w16cid:durableId="1440641940">
    <w:abstractNumId w:val="66"/>
  </w:num>
  <w:num w:numId="44" w16cid:durableId="2071072018">
    <w:abstractNumId w:val="23"/>
  </w:num>
  <w:num w:numId="45" w16cid:durableId="34690841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00857442">
    <w:abstractNumId w:val="67"/>
  </w:num>
  <w:num w:numId="47" w16cid:durableId="1193836489">
    <w:abstractNumId w:val="30"/>
  </w:num>
  <w:num w:numId="48" w16cid:durableId="1905212506">
    <w:abstractNumId w:val="25"/>
  </w:num>
  <w:num w:numId="49" w16cid:durableId="619075401">
    <w:abstractNumId w:val="36"/>
  </w:num>
  <w:num w:numId="50" w16cid:durableId="134572822">
    <w:abstractNumId w:val="64"/>
  </w:num>
  <w:num w:numId="51" w16cid:durableId="1918321901">
    <w:abstractNumId w:val="56"/>
    <w:lvlOverride w:ilvl="0">
      <w:startOverride w:val="1"/>
    </w:lvlOverride>
  </w:num>
  <w:num w:numId="52" w16cid:durableId="1327975432">
    <w:abstractNumId w:val="49"/>
  </w:num>
  <w:num w:numId="53" w16cid:durableId="1344554228">
    <w:abstractNumId w:val="24"/>
  </w:num>
  <w:num w:numId="54" w16cid:durableId="723218190">
    <w:abstractNumId w:val="34"/>
  </w:num>
  <w:num w:numId="55" w16cid:durableId="483279384">
    <w:abstractNumId w:val="18"/>
  </w:num>
  <w:num w:numId="56" w16cid:durableId="506873503">
    <w:abstractNumId w:val="53"/>
  </w:num>
  <w:num w:numId="57" w16cid:durableId="1145583737">
    <w:abstractNumId w:val="11"/>
  </w:num>
  <w:num w:numId="58" w16cid:durableId="1662927298">
    <w:abstractNumId w:val="15"/>
  </w:num>
  <w:num w:numId="59" w16cid:durableId="876117067">
    <w:abstractNumId w:val="51"/>
  </w:num>
  <w:num w:numId="60" w16cid:durableId="986739611">
    <w:abstractNumId w:val="32"/>
  </w:num>
  <w:num w:numId="61" w16cid:durableId="1497500435">
    <w:abstractNumId w:val="20"/>
  </w:num>
  <w:num w:numId="62" w16cid:durableId="1578174706">
    <w:abstractNumId w:val="48"/>
  </w:num>
  <w:num w:numId="63" w16cid:durableId="2062243680">
    <w:abstractNumId w:val="27"/>
  </w:num>
  <w:num w:numId="64" w16cid:durableId="2001695066">
    <w:abstractNumId w:val="46"/>
  </w:num>
  <w:num w:numId="65" w16cid:durableId="415054880">
    <w:abstractNumId w:val="8"/>
  </w:num>
  <w:num w:numId="66" w16cid:durableId="600574872">
    <w:abstractNumId w:val="42"/>
  </w:num>
  <w:num w:numId="67" w16cid:durableId="717631124">
    <w:abstractNumId w:val="68"/>
  </w:num>
  <w:num w:numId="68" w16cid:durableId="1203519755">
    <w:abstractNumId w:val="38"/>
  </w:num>
  <w:num w:numId="69" w16cid:durableId="1399475526">
    <w:abstractNumId w:val="26"/>
  </w:num>
  <w:num w:numId="70" w16cid:durableId="1354528524">
    <w:abstractNumId w:val="44"/>
  </w:num>
  <w:num w:numId="71" w16cid:durableId="527455735">
    <w:abstractNumId w:val="43"/>
  </w:num>
  <w:num w:numId="72" w16cid:durableId="390007094">
    <w:abstractNumId w:val="33"/>
  </w:num>
  <w:num w:numId="73" w16cid:durableId="111822116">
    <w:abstractNumId w:val="2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6F96"/>
    <w:rsid w:val="000571C4"/>
    <w:rsid w:val="0006094E"/>
    <w:rsid w:val="00061025"/>
    <w:rsid w:val="000611D5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FF"/>
    <w:rsid w:val="00081DA1"/>
    <w:rsid w:val="000820B4"/>
    <w:rsid w:val="00082B1E"/>
    <w:rsid w:val="00082FE0"/>
    <w:rsid w:val="00082FEA"/>
    <w:rsid w:val="000830AA"/>
    <w:rsid w:val="00083BE7"/>
    <w:rsid w:val="0008490D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A21"/>
    <w:rsid w:val="000C524E"/>
    <w:rsid w:val="000C5428"/>
    <w:rsid w:val="000C6D4D"/>
    <w:rsid w:val="000C73F0"/>
    <w:rsid w:val="000C7903"/>
    <w:rsid w:val="000C7C67"/>
    <w:rsid w:val="000D01DA"/>
    <w:rsid w:val="000D1A37"/>
    <w:rsid w:val="000D1BF6"/>
    <w:rsid w:val="000D24DE"/>
    <w:rsid w:val="000D2DDD"/>
    <w:rsid w:val="000D41BE"/>
    <w:rsid w:val="000D41EB"/>
    <w:rsid w:val="000D4C13"/>
    <w:rsid w:val="000D55CD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308C"/>
    <w:rsid w:val="00163B8E"/>
    <w:rsid w:val="001650CD"/>
    <w:rsid w:val="00165BC1"/>
    <w:rsid w:val="00166B12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CE0"/>
    <w:rsid w:val="00220398"/>
    <w:rsid w:val="00221BFE"/>
    <w:rsid w:val="002222A8"/>
    <w:rsid w:val="00223755"/>
    <w:rsid w:val="00224D81"/>
    <w:rsid w:val="002252E0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7A7C"/>
    <w:rsid w:val="002613A5"/>
    <w:rsid w:val="002619DF"/>
    <w:rsid w:val="00262308"/>
    <w:rsid w:val="00262978"/>
    <w:rsid w:val="002629AF"/>
    <w:rsid w:val="00263F35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0EAD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1E9"/>
    <w:rsid w:val="003A5C3A"/>
    <w:rsid w:val="003A68B9"/>
    <w:rsid w:val="003B14E7"/>
    <w:rsid w:val="003B17BD"/>
    <w:rsid w:val="003B18FE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85F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29"/>
    <w:rsid w:val="00482330"/>
    <w:rsid w:val="00482545"/>
    <w:rsid w:val="00482993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748D"/>
    <w:rsid w:val="004A0837"/>
    <w:rsid w:val="004A2885"/>
    <w:rsid w:val="004A2D5C"/>
    <w:rsid w:val="004A37E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50E"/>
    <w:rsid w:val="004D3ADC"/>
    <w:rsid w:val="004D4C94"/>
    <w:rsid w:val="004D4CB6"/>
    <w:rsid w:val="004D628E"/>
    <w:rsid w:val="004D67B3"/>
    <w:rsid w:val="004D67FE"/>
    <w:rsid w:val="004D7506"/>
    <w:rsid w:val="004D7D0E"/>
    <w:rsid w:val="004E0007"/>
    <w:rsid w:val="004E0389"/>
    <w:rsid w:val="004E03A2"/>
    <w:rsid w:val="004E15F0"/>
    <w:rsid w:val="004E18C9"/>
    <w:rsid w:val="004E2014"/>
    <w:rsid w:val="004E2BC3"/>
    <w:rsid w:val="004E2BD4"/>
    <w:rsid w:val="004E3C57"/>
    <w:rsid w:val="004E4672"/>
    <w:rsid w:val="004E55F9"/>
    <w:rsid w:val="004E63B0"/>
    <w:rsid w:val="004E6725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F82"/>
    <w:rsid w:val="00500048"/>
    <w:rsid w:val="00501333"/>
    <w:rsid w:val="00501E21"/>
    <w:rsid w:val="00501F71"/>
    <w:rsid w:val="005024C4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39E9"/>
    <w:rsid w:val="0055514E"/>
    <w:rsid w:val="00555302"/>
    <w:rsid w:val="0055590F"/>
    <w:rsid w:val="00555939"/>
    <w:rsid w:val="00555C21"/>
    <w:rsid w:val="00556FDA"/>
    <w:rsid w:val="00560A5B"/>
    <w:rsid w:val="00561DDE"/>
    <w:rsid w:val="0056241C"/>
    <w:rsid w:val="00562463"/>
    <w:rsid w:val="00564013"/>
    <w:rsid w:val="00565035"/>
    <w:rsid w:val="00567BAE"/>
    <w:rsid w:val="0057004D"/>
    <w:rsid w:val="00571FE7"/>
    <w:rsid w:val="0057430A"/>
    <w:rsid w:val="00574B20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5288"/>
    <w:rsid w:val="005D644E"/>
    <w:rsid w:val="005D6C85"/>
    <w:rsid w:val="005D7ED4"/>
    <w:rsid w:val="005E067C"/>
    <w:rsid w:val="005E0DF0"/>
    <w:rsid w:val="005E1AE2"/>
    <w:rsid w:val="005E294E"/>
    <w:rsid w:val="005E51EB"/>
    <w:rsid w:val="005E5471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B41"/>
    <w:rsid w:val="00617DD0"/>
    <w:rsid w:val="00620787"/>
    <w:rsid w:val="00620AE4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37D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7F8B"/>
    <w:rsid w:val="007A05D9"/>
    <w:rsid w:val="007A2707"/>
    <w:rsid w:val="007A2FAA"/>
    <w:rsid w:val="007A3AED"/>
    <w:rsid w:val="007A3CF9"/>
    <w:rsid w:val="007A44DE"/>
    <w:rsid w:val="007A480B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DF9"/>
    <w:rsid w:val="007D52D6"/>
    <w:rsid w:val="007D5A13"/>
    <w:rsid w:val="007D70D0"/>
    <w:rsid w:val="007D7178"/>
    <w:rsid w:val="007D730C"/>
    <w:rsid w:val="007D7BB6"/>
    <w:rsid w:val="007E0105"/>
    <w:rsid w:val="007E101A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D53"/>
    <w:rsid w:val="007F207E"/>
    <w:rsid w:val="007F273E"/>
    <w:rsid w:val="007F27F7"/>
    <w:rsid w:val="007F309C"/>
    <w:rsid w:val="007F6302"/>
    <w:rsid w:val="007F6D81"/>
    <w:rsid w:val="007F6F5D"/>
    <w:rsid w:val="007F7ACC"/>
    <w:rsid w:val="007F7E6D"/>
    <w:rsid w:val="007F7EE9"/>
    <w:rsid w:val="00800CFE"/>
    <w:rsid w:val="00800FB4"/>
    <w:rsid w:val="0080160B"/>
    <w:rsid w:val="008016D6"/>
    <w:rsid w:val="0080212B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2A12"/>
    <w:rsid w:val="00812A91"/>
    <w:rsid w:val="00812D79"/>
    <w:rsid w:val="008135CF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A86"/>
    <w:rsid w:val="008343EF"/>
    <w:rsid w:val="00834719"/>
    <w:rsid w:val="0083493F"/>
    <w:rsid w:val="00834EE4"/>
    <w:rsid w:val="008351FA"/>
    <w:rsid w:val="008354B8"/>
    <w:rsid w:val="0083682F"/>
    <w:rsid w:val="00836FA8"/>
    <w:rsid w:val="008372B2"/>
    <w:rsid w:val="008377A6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23B7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651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3E4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2CF1"/>
    <w:rsid w:val="0090551B"/>
    <w:rsid w:val="009057B6"/>
    <w:rsid w:val="009062DB"/>
    <w:rsid w:val="009063F8"/>
    <w:rsid w:val="00906EA4"/>
    <w:rsid w:val="009104FB"/>
    <w:rsid w:val="00911548"/>
    <w:rsid w:val="009115E2"/>
    <w:rsid w:val="00911779"/>
    <w:rsid w:val="0091184C"/>
    <w:rsid w:val="009118D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34D2"/>
    <w:rsid w:val="00923628"/>
    <w:rsid w:val="0092374E"/>
    <w:rsid w:val="00924537"/>
    <w:rsid w:val="0092481A"/>
    <w:rsid w:val="00924A36"/>
    <w:rsid w:val="009255AA"/>
    <w:rsid w:val="009267EB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65D3"/>
    <w:rsid w:val="0093709A"/>
    <w:rsid w:val="0093793C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4BD1"/>
    <w:rsid w:val="00964F8E"/>
    <w:rsid w:val="009656C9"/>
    <w:rsid w:val="00965717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0F1"/>
    <w:rsid w:val="00986A3A"/>
    <w:rsid w:val="009910F8"/>
    <w:rsid w:val="009921C6"/>
    <w:rsid w:val="00992FA4"/>
    <w:rsid w:val="00993842"/>
    <w:rsid w:val="00993F8D"/>
    <w:rsid w:val="0099442C"/>
    <w:rsid w:val="00995D70"/>
    <w:rsid w:val="00995F79"/>
    <w:rsid w:val="009965C3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4535"/>
    <w:rsid w:val="009E5938"/>
    <w:rsid w:val="009E673F"/>
    <w:rsid w:val="009F04FB"/>
    <w:rsid w:val="009F16CC"/>
    <w:rsid w:val="009F1873"/>
    <w:rsid w:val="009F1933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9A0"/>
    <w:rsid w:val="00A2736D"/>
    <w:rsid w:val="00A2746F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E62"/>
    <w:rsid w:val="00A54494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164D"/>
    <w:rsid w:val="00AA22F4"/>
    <w:rsid w:val="00AA24BC"/>
    <w:rsid w:val="00AA25D5"/>
    <w:rsid w:val="00AA3638"/>
    <w:rsid w:val="00AA3F79"/>
    <w:rsid w:val="00AA412E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5156"/>
    <w:rsid w:val="00AB55BB"/>
    <w:rsid w:val="00AB5D14"/>
    <w:rsid w:val="00AB5F66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90C7D"/>
    <w:rsid w:val="00B91298"/>
    <w:rsid w:val="00B91AF4"/>
    <w:rsid w:val="00B9265F"/>
    <w:rsid w:val="00B9268F"/>
    <w:rsid w:val="00B926BD"/>
    <w:rsid w:val="00B94B75"/>
    <w:rsid w:val="00B95033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C34"/>
    <w:rsid w:val="00BF15F9"/>
    <w:rsid w:val="00BF2D77"/>
    <w:rsid w:val="00BF3C28"/>
    <w:rsid w:val="00BF3C88"/>
    <w:rsid w:val="00BF3F08"/>
    <w:rsid w:val="00BF3FB0"/>
    <w:rsid w:val="00C003A4"/>
    <w:rsid w:val="00C01BDE"/>
    <w:rsid w:val="00C032EC"/>
    <w:rsid w:val="00C04374"/>
    <w:rsid w:val="00C05041"/>
    <w:rsid w:val="00C0550E"/>
    <w:rsid w:val="00C0568C"/>
    <w:rsid w:val="00C05BAB"/>
    <w:rsid w:val="00C05FAF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4440"/>
    <w:rsid w:val="00C462C2"/>
    <w:rsid w:val="00C46CEB"/>
    <w:rsid w:val="00C46F24"/>
    <w:rsid w:val="00C472FC"/>
    <w:rsid w:val="00C47725"/>
    <w:rsid w:val="00C47919"/>
    <w:rsid w:val="00C501D0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76"/>
    <w:rsid w:val="00C84A8D"/>
    <w:rsid w:val="00C874A9"/>
    <w:rsid w:val="00C875E3"/>
    <w:rsid w:val="00C8766D"/>
    <w:rsid w:val="00C92BF5"/>
    <w:rsid w:val="00C93286"/>
    <w:rsid w:val="00C93F07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840"/>
    <w:rsid w:val="00CB1BE0"/>
    <w:rsid w:val="00CB2B5F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E06D4"/>
    <w:rsid w:val="00CE1155"/>
    <w:rsid w:val="00CE159E"/>
    <w:rsid w:val="00CE24F8"/>
    <w:rsid w:val="00CE3B8E"/>
    <w:rsid w:val="00CE3CC6"/>
    <w:rsid w:val="00CE3D9C"/>
    <w:rsid w:val="00CE4737"/>
    <w:rsid w:val="00CE47BE"/>
    <w:rsid w:val="00CE511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4697"/>
    <w:rsid w:val="00D6513D"/>
    <w:rsid w:val="00D65AD3"/>
    <w:rsid w:val="00D66341"/>
    <w:rsid w:val="00D67849"/>
    <w:rsid w:val="00D72B6E"/>
    <w:rsid w:val="00D73FB1"/>
    <w:rsid w:val="00D7424C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A2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4373"/>
    <w:rsid w:val="00E653D4"/>
    <w:rsid w:val="00E65D1F"/>
    <w:rsid w:val="00E6652E"/>
    <w:rsid w:val="00E667B1"/>
    <w:rsid w:val="00E66EE3"/>
    <w:rsid w:val="00E6749A"/>
    <w:rsid w:val="00E679D6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2DF3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5F9C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4C"/>
    <w:rsid w:val="00F575AA"/>
    <w:rsid w:val="00F57B15"/>
    <w:rsid w:val="00F602AD"/>
    <w:rsid w:val="00F60AC5"/>
    <w:rsid w:val="00F60BBC"/>
    <w:rsid w:val="00F60FEC"/>
    <w:rsid w:val="00F61A4B"/>
    <w:rsid w:val="00F63E87"/>
    <w:rsid w:val="00F655C5"/>
    <w:rsid w:val="00F670E6"/>
    <w:rsid w:val="00F678DB"/>
    <w:rsid w:val="00F67B76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B26467A"/>
  <w15:docId w15:val="{3E0B2DB5-3E49-4FA7-9E60-16405E2C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link w:val="HeaderChar"/>
    <w:uiPriority w:val="99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D7424C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7424C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32AE65-4752-4A6E-8BC1-A3B2884BDA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514569-F02A-4B37-8A4B-6FEC8A837E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09AA8-FA65-409F-B26A-C77DE0E5CA7D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d02b7574-298d-4180-bdb3-baf93262dc8f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0BE05E-59A6-4063-9039-35533B9A05C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31663C-E206-49C3-A40D-7CE726462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</Template>
  <TotalTime>1</TotalTime>
  <Pages>1</Pages>
  <Words>249</Words>
  <Characters>1254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1491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Mccormick, Jennifer (CMS/CM)</cp:lastModifiedBy>
  <cp:revision>2</cp:revision>
  <cp:lastPrinted>2010-12-02T16:45:00Z</cp:lastPrinted>
  <dcterms:created xsi:type="dcterms:W3CDTF">2024-11-18T19:48:00Z</dcterms:created>
  <dcterms:modified xsi:type="dcterms:W3CDTF">2024-11-18T19:48:00Z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0x01010095680200B789FC4AA0B94FBC2B087245</vt:lpwstr>
  </property>
</Properties>
</file>